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633930" w14:textId="77777777" w:rsidR="00803EC5" w:rsidRDefault="0071620A" w:rsidP="00803EC5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03EC5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672A6659" w14:textId="574B720D" w:rsidR="0085747A" w:rsidRPr="0059128C" w:rsidRDefault="0085747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137E922A" w14:textId="22453C2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803EC5">
        <w:rPr>
          <w:rFonts w:ascii="Corbel" w:hAnsi="Corbel"/>
          <w:sz w:val="20"/>
          <w:szCs w:val="20"/>
        </w:rPr>
        <w:t>0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803EC5">
        <w:rPr>
          <w:rFonts w:ascii="Corbel" w:hAnsi="Corbel"/>
          <w:sz w:val="20"/>
          <w:szCs w:val="20"/>
        </w:rPr>
        <w:t>1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C6872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  <w:bookmarkStart w:id="0" w:name="_GoBack"/>
        <w:bookmarkEnd w:id="0"/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niefinansowe, a następnie je wykorzystywać do analizy i 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COSO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09F12" w14:textId="77777777" w:rsidR="003107AA" w:rsidRDefault="003107AA" w:rsidP="00C16ABF">
      <w:pPr>
        <w:spacing w:after="0" w:line="240" w:lineRule="auto"/>
      </w:pPr>
      <w:r>
        <w:separator/>
      </w:r>
    </w:p>
  </w:endnote>
  <w:endnote w:type="continuationSeparator" w:id="0">
    <w:p w14:paraId="3DCF60BC" w14:textId="77777777" w:rsidR="003107AA" w:rsidRDefault="003107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D1833" w14:textId="77777777" w:rsidR="003107AA" w:rsidRDefault="003107AA" w:rsidP="00C16ABF">
      <w:pPr>
        <w:spacing w:after="0" w:line="240" w:lineRule="auto"/>
      </w:pPr>
      <w:r>
        <w:separator/>
      </w:r>
    </w:p>
  </w:footnote>
  <w:footnote w:type="continuationSeparator" w:id="0">
    <w:p w14:paraId="3DF12DB6" w14:textId="77777777" w:rsidR="003107AA" w:rsidRDefault="003107A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07AA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03EC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7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A63D2-3B51-4477-8898-3A51A98C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1317</Words>
  <Characters>7903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2020-12-28T16:55:00Z</dcterms:created>
  <dcterms:modified xsi:type="dcterms:W3CDTF">2021-11-08T08:04:00Z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